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C5E0B4"/>
  <w:body>
    <w:p>
      <w:pPr>
        <w:keepNext w:val="0"/>
        <w:keepLines w:val="0"/>
        <w:widowControl/>
        <w:suppressLineNumbers w:val="0"/>
        <w:tabs>
          <w:tab w:val="left" w:pos="1251"/>
        </w:tabs>
        <w:jc w:val="left"/>
      </w:pPr>
    </w:p>
    <w:p>
      <w:r>
        <w:drawing>
          <wp:inline distT="0" distB="0" distL="114300" distR="114300">
            <wp:extent cx="5271135" cy="3015615"/>
            <wp:effectExtent l="0" t="0" r="0" b="13335"/>
            <wp:docPr id="2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01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5271770" cy="2735580"/>
            <wp:effectExtent l="0" t="0" r="0" b="7620"/>
            <wp:docPr id="2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73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5270500" cy="2726055"/>
            <wp:effectExtent l="0" t="0" r="0" b="17145"/>
            <wp:docPr id="2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72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5268595" cy="2717165"/>
            <wp:effectExtent l="0" t="0" r="0" b="6985"/>
            <wp:docPr id="2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71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7960" cy="2577465"/>
            <wp:effectExtent l="0" t="0" r="8890" b="13335"/>
            <wp:docPr id="2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57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0500" cy="2491105"/>
            <wp:effectExtent l="0" t="0" r="0" b="4445"/>
            <wp:docPr id="2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9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5270500" cy="2491105"/>
            <wp:effectExtent l="0" t="0" r="0" b="444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9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5270500" cy="2491105"/>
            <wp:effectExtent l="0" t="0" r="0" b="444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9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r>
        <w:drawing>
          <wp:inline distT="0" distB="0" distL="114300" distR="114300">
            <wp:extent cx="5270500" cy="2491105"/>
            <wp:effectExtent l="0" t="0" r="0" b="4445"/>
            <wp:docPr id="29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9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0500" cy="2650490"/>
            <wp:effectExtent l="0" t="0" r="0" b="1651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65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5270500" cy="2491105"/>
            <wp:effectExtent l="0" t="0" r="0" b="4445"/>
            <wp:docPr id="57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9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2820670"/>
            <wp:effectExtent l="0" t="0" r="0" b="17780"/>
            <wp:docPr id="76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2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82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0500" cy="2491105"/>
            <wp:effectExtent l="0" t="0" r="0" b="4445"/>
            <wp:docPr id="7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9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0500" cy="2491105"/>
            <wp:effectExtent l="0" t="0" r="0" b="4445"/>
            <wp:docPr id="75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2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9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0500" cy="2491105"/>
            <wp:effectExtent l="0" t="0" r="0" b="4445"/>
            <wp:docPr id="74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9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5774690" cy="2503170"/>
            <wp:effectExtent l="0" t="0" r="1651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74690" cy="250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0500" cy="2491105"/>
            <wp:effectExtent l="0" t="0" r="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9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812155" cy="2554605"/>
            <wp:effectExtent l="0" t="0" r="17145" b="171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12155" cy="255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040" w:right="1800" w:bottom="458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E387945"/>
    <w:rsid w:val="16FE05BF"/>
    <w:rsid w:val="19432889"/>
    <w:rsid w:val="32BD7D94"/>
    <w:rsid w:val="344F7315"/>
    <w:rsid w:val="34FA6691"/>
    <w:rsid w:val="416460C5"/>
    <w:rsid w:val="5439001B"/>
    <w:rsid w:val="572475E7"/>
    <w:rsid w:val="5EFA7018"/>
    <w:rsid w:val="6D535020"/>
    <w:rsid w:val="7A3040C2"/>
    <w:rsid w:val="7ACC42E0"/>
    <w:rsid w:val="7EFC59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emf"/><Relationship Id="rId8" Type="http://schemas.openxmlformats.org/officeDocument/2006/relationships/image" Target="media/image5.emf"/><Relationship Id="rId7" Type="http://schemas.openxmlformats.org/officeDocument/2006/relationships/image" Target="media/image4.emf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8.emf"/><Relationship Id="rId20" Type="http://schemas.openxmlformats.org/officeDocument/2006/relationships/image" Target="media/image17.emf"/><Relationship Id="rId2" Type="http://schemas.openxmlformats.org/officeDocument/2006/relationships/settings" Target="settings.xml"/><Relationship Id="rId19" Type="http://schemas.openxmlformats.org/officeDocument/2006/relationships/image" Target="media/image16.emf"/><Relationship Id="rId18" Type="http://schemas.openxmlformats.org/officeDocument/2006/relationships/image" Target="media/image15.emf"/><Relationship Id="rId17" Type="http://schemas.openxmlformats.org/officeDocument/2006/relationships/image" Target="media/image14.emf"/><Relationship Id="rId16" Type="http://schemas.openxmlformats.org/officeDocument/2006/relationships/image" Target="media/image13.emf"/><Relationship Id="rId15" Type="http://schemas.openxmlformats.org/officeDocument/2006/relationships/image" Target="media/image12.emf"/><Relationship Id="rId14" Type="http://schemas.openxmlformats.org/officeDocument/2006/relationships/image" Target="media/image11.emf"/><Relationship Id="rId13" Type="http://schemas.openxmlformats.org/officeDocument/2006/relationships/image" Target="media/image10.emf"/><Relationship Id="rId12" Type="http://schemas.openxmlformats.org/officeDocument/2006/relationships/image" Target="media/image9.emf"/><Relationship Id="rId11" Type="http://schemas.openxmlformats.org/officeDocument/2006/relationships/image" Target="media/image8.emf"/><Relationship Id="rId10" Type="http://schemas.openxmlformats.org/officeDocument/2006/relationships/image" Target="media/image7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WPS文档.wpt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2019-08-07T09:49:00Z</dcterms:created>
  <dc:creator>Administrator</dc:creator>
  <cp:lastModifiedBy>Administrator</cp:lastModifiedBy>
  <cp:lastPrinted>2019-08-09T03:25:00Z</cp:lastPrinted>
  <dcterms:modified xsi:type="dcterms:W3CDTF">2019-11-08T08:00:44Z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